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43AD" w14:textId="77777777"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14:paraId="5A733BBB" w14:textId="362FD223"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D14A73">
        <w:rPr>
          <w:rFonts w:ascii="Corbel" w:hAnsi="Corbel"/>
          <w:b/>
          <w:smallCaps/>
          <w:sz w:val="24"/>
          <w:szCs w:val="24"/>
        </w:rPr>
        <w:t>2</w:t>
      </w:r>
      <w:r w:rsidR="00FC0E21" w:rsidRPr="00D47CE1">
        <w:rPr>
          <w:rFonts w:ascii="Corbel" w:hAnsi="Corbel"/>
          <w:b/>
          <w:smallCaps/>
          <w:sz w:val="24"/>
          <w:szCs w:val="24"/>
        </w:rPr>
        <w:t>/202</w:t>
      </w:r>
      <w:r w:rsidR="00D14A73">
        <w:rPr>
          <w:rFonts w:ascii="Corbel" w:hAnsi="Corbel"/>
          <w:b/>
          <w:smallCaps/>
          <w:sz w:val="24"/>
          <w:szCs w:val="24"/>
        </w:rPr>
        <w:t>7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1C766C1" w14:textId="228C5DAD"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D14A73">
        <w:rPr>
          <w:rFonts w:ascii="Corbel" w:hAnsi="Corbel"/>
          <w:b/>
          <w:sz w:val="24"/>
          <w:szCs w:val="24"/>
        </w:rPr>
        <w:t>4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D14A73">
        <w:rPr>
          <w:rFonts w:ascii="Corbel" w:hAnsi="Corbel"/>
          <w:b/>
          <w:sz w:val="24"/>
          <w:szCs w:val="24"/>
        </w:rPr>
        <w:t>5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D14A73">
        <w:rPr>
          <w:rFonts w:ascii="Corbel" w:hAnsi="Corbel"/>
          <w:b/>
          <w:sz w:val="24"/>
          <w:szCs w:val="24"/>
        </w:rPr>
        <w:t>5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D14A73">
        <w:rPr>
          <w:rFonts w:ascii="Corbel" w:hAnsi="Corbel"/>
          <w:b/>
          <w:sz w:val="24"/>
          <w:szCs w:val="24"/>
        </w:rPr>
        <w:t>6</w:t>
      </w:r>
    </w:p>
    <w:p w14:paraId="29BDAA38" w14:textId="77777777"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7F158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14:paraId="0120EC60" w14:textId="77777777" w:rsidTr="00B819C8">
        <w:tc>
          <w:tcPr>
            <w:tcW w:w="2694" w:type="dxa"/>
            <w:vAlign w:val="center"/>
          </w:tcPr>
          <w:p w14:paraId="3932B65A" w14:textId="77777777"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8A7E6C" w14:textId="77777777"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14:paraId="17CFA9B8" w14:textId="77777777" w:rsidTr="00B819C8">
        <w:tc>
          <w:tcPr>
            <w:tcW w:w="2694" w:type="dxa"/>
            <w:vAlign w:val="center"/>
          </w:tcPr>
          <w:p w14:paraId="6718CB0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30E50B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14:paraId="1E731C85" w14:textId="77777777" w:rsidTr="00B819C8">
        <w:tc>
          <w:tcPr>
            <w:tcW w:w="2694" w:type="dxa"/>
            <w:vAlign w:val="center"/>
          </w:tcPr>
          <w:p w14:paraId="14AEBFB4" w14:textId="77777777"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FD17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14:paraId="7943DE78" w14:textId="77777777" w:rsidTr="00B819C8">
        <w:tc>
          <w:tcPr>
            <w:tcW w:w="2694" w:type="dxa"/>
            <w:vAlign w:val="center"/>
          </w:tcPr>
          <w:p w14:paraId="4119DB5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0FF03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14:paraId="30AABBE0" w14:textId="77777777" w:rsidTr="00B819C8">
        <w:tc>
          <w:tcPr>
            <w:tcW w:w="2694" w:type="dxa"/>
            <w:vAlign w:val="center"/>
          </w:tcPr>
          <w:p w14:paraId="3BBA8D44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A44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14:paraId="05CAC9DF" w14:textId="77777777" w:rsidTr="00B819C8">
        <w:tc>
          <w:tcPr>
            <w:tcW w:w="2694" w:type="dxa"/>
            <w:vAlign w:val="center"/>
          </w:tcPr>
          <w:p w14:paraId="20F656E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14758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14:paraId="227C5E0B" w14:textId="77777777" w:rsidTr="00B819C8">
        <w:tc>
          <w:tcPr>
            <w:tcW w:w="2694" w:type="dxa"/>
            <w:vAlign w:val="center"/>
          </w:tcPr>
          <w:p w14:paraId="4FAF2DC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7B125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14:paraId="5B3F69E9" w14:textId="77777777" w:rsidTr="00B819C8">
        <w:tc>
          <w:tcPr>
            <w:tcW w:w="2694" w:type="dxa"/>
            <w:vAlign w:val="center"/>
          </w:tcPr>
          <w:p w14:paraId="183080D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AD44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14:paraId="544D8857" w14:textId="77777777" w:rsidTr="00B819C8">
        <w:tc>
          <w:tcPr>
            <w:tcW w:w="2694" w:type="dxa"/>
            <w:vAlign w:val="center"/>
          </w:tcPr>
          <w:p w14:paraId="2ACEE49D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53420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14:paraId="3EB22FE2" w14:textId="77777777" w:rsidTr="00B819C8">
        <w:tc>
          <w:tcPr>
            <w:tcW w:w="2694" w:type="dxa"/>
            <w:vAlign w:val="center"/>
          </w:tcPr>
          <w:p w14:paraId="3D744DD8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B21F3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14:paraId="6FB1E28C" w14:textId="77777777" w:rsidTr="00B819C8">
        <w:tc>
          <w:tcPr>
            <w:tcW w:w="2694" w:type="dxa"/>
            <w:vAlign w:val="center"/>
          </w:tcPr>
          <w:p w14:paraId="54E3CB50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FBB094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14:paraId="48180085" w14:textId="77777777" w:rsidTr="00B819C8">
        <w:tc>
          <w:tcPr>
            <w:tcW w:w="2694" w:type="dxa"/>
            <w:vAlign w:val="center"/>
          </w:tcPr>
          <w:p w14:paraId="164D0B5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82960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14:paraId="73A3C5A2" w14:textId="77777777" w:rsidTr="00B819C8">
        <w:tc>
          <w:tcPr>
            <w:tcW w:w="2694" w:type="dxa"/>
            <w:vAlign w:val="center"/>
          </w:tcPr>
          <w:p w14:paraId="5BD8D47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5AE2FF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14:paraId="41C31259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</w:t>
            </w:r>
            <w:proofErr w:type="spellStart"/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</w:tbl>
    <w:p w14:paraId="6CE1C7DE" w14:textId="77777777"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14:paraId="2CBD7EC5" w14:textId="77777777"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B50D6D" w14:textId="77777777"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14:paraId="7E13DC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01D6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14:paraId="154056AC" w14:textId="77777777"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B57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Wykł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4E5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2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Konw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CB8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5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Sem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4BD5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1A2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Prakt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42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66CE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14:paraId="4C1DC1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78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9070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EF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87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AE67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B5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CA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4947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E90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EC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14:paraId="28763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36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AC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AF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53D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EFF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1D99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62E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0F6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8A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8FC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295DF5" w14:textId="77777777"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06611D" w14:textId="77777777"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14:paraId="0FC85899" w14:textId="77777777"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BAEDE" w14:textId="77777777"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02E25" w14:textId="77777777"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70B44" w14:textId="77777777"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14:paraId="6667FE73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14:paraId="3E997E4F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18F7232" w14:textId="77777777"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7F0A3088" w14:textId="77777777" w:rsidTr="00745302">
        <w:tc>
          <w:tcPr>
            <w:tcW w:w="9670" w:type="dxa"/>
          </w:tcPr>
          <w:p w14:paraId="171CA54F" w14:textId="77777777"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14:paraId="40FE8391" w14:textId="77777777"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14:paraId="44F4CFF6" w14:textId="77777777"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AE243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14:paraId="2E2712A3" w14:textId="77777777"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2B914" w14:textId="77777777"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14:paraId="7F830123" w14:textId="77777777"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14:paraId="607346EB" w14:textId="77777777" w:rsidTr="00614BD2">
        <w:tc>
          <w:tcPr>
            <w:tcW w:w="851" w:type="dxa"/>
            <w:vAlign w:val="center"/>
          </w:tcPr>
          <w:p w14:paraId="5FCFA9DA" w14:textId="77777777"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CB40010" w14:textId="77777777"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14:paraId="4CB75588" w14:textId="77777777" w:rsidTr="00614BD2">
        <w:tc>
          <w:tcPr>
            <w:tcW w:w="851" w:type="dxa"/>
            <w:vAlign w:val="center"/>
          </w:tcPr>
          <w:p w14:paraId="41748ECC" w14:textId="77777777"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6F164" w14:textId="77777777"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14:paraId="036BBE8A" w14:textId="77777777" w:rsidTr="00614BD2">
        <w:tc>
          <w:tcPr>
            <w:tcW w:w="851" w:type="dxa"/>
            <w:vAlign w:val="center"/>
          </w:tcPr>
          <w:p w14:paraId="305911D5" w14:textId="77777777"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0DE088" w14:textId="77777777"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14:paraId="72E50B55" w14:textId="77777777" w:rsidTr="00614BD2">
        <w:tc>
          <w:tcPr>
            <w:tcW w:w="851" w:type="dxa"/>
            <w:vAlign w:val="center"/>
          </w:tcPr>
          <w:p w14:paraId="577974A5" w14:textId="77777777"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7CC6D7" w14:textId="77777777"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14:paraId="57F0A4ED" w14:textId="77777777"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40B6A" w14:textId="77777777"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14:paraId="66726D18" w14:textId="77777777" w:rsidTr="00465EB9">
        <w:trPr>
          <w:jc w:val="center"/>
        </w:trPr>
        <w:tc>
          <w:tcPr>
            <w:tcW w:w="1694" w:type="dxa"/>
            <w:vAlign w:val="center"/>
          </w:tcPr>
          <w:p w14:paraId="3E66A9E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14:paraId="0390552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531EFA3A" w14:textId="77777777"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14:paraId="48699FA0" w14:textId="77777777" w:rsidTr="00465EB9">
        <w:trPr>
          <w:jc w:val="center"/>
        </w:trPr>
        <w:tc>
          <w:tcPr>
            <w:tcW w:w="1694" w:type="dxa"/>
            <w:vAlign w:val="center"/>
          </w:tcPr>
          <w:p w14:paraId="4ED00C62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14:paraId="1E77DD33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14:paraId="776DBFF2" w14:textId="77777777"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14:paraId="70F86880" w14:textId="77777777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14:paraId="171D8895" w14:textId="77777777"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14:paraId="630D6C3B" w14:textId="77777777"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14:paraId="14FE04CE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700AFF7E" w14:textId="77777777"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14:paraId="632A3F50" w14:textId="77777777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14:paraId="04CDEDB7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14:paraId="6B2538A7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14:paraId="0DFB6132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14:paraId="7FCC7ED2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14:paraId="52A6E65C" w14:textId="77777777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14:paraId="66CBD82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14:paraId="3530F058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14:paraId="31812A13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4337E70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14:paraId="46D94610" w14:textId="77777777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14:paraId="67E04A0F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14:paraId="22861E35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14:paraId="0E419B4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14:paraId="05EF3D07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14:paraId="4604F289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14:paraId="051372D6" w14:textId="77777777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14:paraId="1861BAEB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14:paraId="784C7A72" w14:textId="77777777"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14:paraId="290266A5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14:paraId="5C288BE6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14:paraId="1A8BED1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14:paraId="58AB263D" w14:textId="77777777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14:paraId="5629294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14:paraId="0422333C" w14:textId="77777777"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14:paraId="2F144A7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14:paraId="387A27AD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14:paraId="4150ED44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14:paraId="38E6D883" w14:textId="77777777"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0CF814" w14:textId="77777777"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14:paraId="0B95CC9E" w14:textId="77777777"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14:paraId="0CD78977" w14:textId="77777777"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14:paraId="43C15952" w14:textId="77777777"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B8C7661" w14:textId="77777777"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14:paraId="350CB791" w14:textId="77777777" w:rsidTr="00923D7D">
        <w:tc>
          <w:tcPr>
            <w:tcW w:w="9639" w:type="dxa"/>
          </w:tcPr>
          <w:p w14:paraId="06A64E0B" w14:textId="77777777"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14:paraId="28525412" w14:textId="77777777" w:rsidTr="00923D7D">
        <w:tc>
          <w:tcPr>
            <w:tcW w:w="9639" w:type="dxa"/>
          </w:tcPr>
          <w:p w14:paraId="43EAF8A9" w14:textId="77777777"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14:paraId="59C41B55" w14:textId="77777777" w:rsidTr="00923D7D">
        <w:tc>
          <w:tcPr>
            <w:tcW w:w="9639" w:type="dxa"/>
          </w:tcPr>
          <w:p w14:paraId="797006DC" w14:textId="77777777"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14:paraId="2B436B9E" w14:textId="77777777" w:rsidTr="00923D7D">
        <w:tc>
          <w:tcPr>
            <w:tcW w:w="9639" w:type="dxa"/>
          </w:tcPr>
          <w:p w14:paraId="53597DFE" w14:textId="77777777"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14:paraId="71A179E3" w14:textId="77777777" w:rsidTr="00923D7D">
        <w:tc>
          <w:tcPr>
            <w:tcW w:w="9639" w:type="dxa"/>
          </w:tcPr>
          <w:p w14:paraId="548446EB" w14:textId="77777777"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14:paraId="2A4EEE1D" w14:textId="77777777" w:rsidTr="00923D7D">
        <w:tc>
          <w:tcPr>
            <w:tcW w:w="9639" w:type="dxa"/>
          </w:tcPr>
          <w:p w14:paraId="5ACDF578" w14:textId="77777777"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14:paraId="08C6927B" w14:textId="77777777" w:rsidTr="00923D7D">
        <w:tc>
          <w:tcPr>
            <w:tcW w:w="9639" w:type="dxa"/>
          </w:tcPr>
          <w:p w14:paraId="31118921" w14:textId="77777777"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EE1E0EB" w14:textId="77777777" w:rsidTr="00923D7D">
        <w:tc>
          <w:tcPr>
            <w:tcW w:w="9639" w:type="dxa"/>
          </w:tcPr>
          <w:p w14:paraId="44EE23D8" w14:textId="77777777"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14:paraId="25085A0C" w14:textId="77777777" w:rsidTr="00923D7D">
        <w:tc>
          <w:tcPr>
            <w:tcW w:w="9639" w:type="dxa"/>
          </w:tcPr>
          <w:p w14:paraId="3A7E9434" w14:textId="77777777"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B5CC420" w14:textId="77777777" w:rsidTr="00923D7D">
        <w:tc>
          <w:tcPr>
            <w:tcW w:w="9639" w:type="dxa"/>
          </w:tcPr>
          <w:p w14:paraId="4C7338F4" w14:textId="77777777"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DCF783" w14:textId="77777777"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0280B" w14:textId="77777777"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D0477" w14:textId="77777777"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14:paraId="5001143C" w14:textId="77777777"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14:paraId="547214D1" w14:textId="77777777"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9579A8" w14:textId="77777777"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14:paraId="7C68F2CD" w14:textId="77777777"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79B55" w14:textId="77777777"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14:paraId="0765D5B5" w14:textId="77777777" w:rsidTr="0082138F">
        <w:tc>
          <w:tcPr>
            <w:tcW w:w="1588" w:type="dxa"/>
            <w:vAlign w:val="center"/>
          </w:tcPr>
          <w:p w14:paraId="2D4EE545" w14:textId="77777777"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6BE564B" w14:textId="77777777"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F014700" w14:textId="77777777"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14:paraId="3F0D96FA" w14:textId="77777777"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14:paraId="11471A5C" w14:textId="77777777" w:rsidTr="00680726">
        <w:tc>
          <w:tcPr>
            <w:tcW w:w="1588" w:type="dxa"/>
            <w:vAlign w:val="center"/>
          </w:tcPr>
          <w:p w14:paraId="68C42EE8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7CE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7CE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14:paraId="4948764A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7BEEBFF5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09A05E9" w14:textId="77777777" w:rsidTr="00680726">
        <w:tc>
          <w:tcPr>
            <w:tcW w:w="1588" w:type="dxa"/>
            <w:vAlign w:val="center"/>
          </w:tcPr>
          <w:p w14:paraId="6FCAF4BD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81BF52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439830EE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D157046" w14:textId="77777777" w:rsidTr="00680726">
        <w:tc>
          <w:tcPr>
            <w:tcW w:w="1588" w:type="dxa"/>
            <w:vAlign w:val="center"/>
          </w:tcPr>
          <w:p w14:paraId="6FE18140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39286AA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5E8FC8C1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140A5358" w14:textId="77777777" w:rsidTr="00680726">
        <w:tc>
          <w:tcPr>
            <w:tcW w:w="1588" w:type="dxa"/>
            <w:vAlign w:val="center"/>
          </w:tcPr>
          <w:p w14:paraId="4A81174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14:paraId="5567D810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0BD8B7A8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365E9E9C" w14:textId="77777777" w:rsidTr="00680726">
        <w:tc>
          <w:tcPr>
            <w:tcW w:w="1588" w:type="dxa"/>
            <w:vAlign w:val="center"/>
          </w:tcPr>
          <w:p w14:paraId="6B2C09F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14:paraId="138849DD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6E866F09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7B00C99F" w14:textId="77777777" w:rsidTr="00680726">
        <w:tc>
          <w:tcPr>
            <w:tcW w:w="1588" w:type="dxa"/>
            <w:vAlign w:val="center"/>
          </w:tcPr>
          <w:p w14:paraId="66F7A7B4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14:paraId="45E986D9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14:paraId="2AE7003C" w14:textId="77777777"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843D212" w14:textId="77777777"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DED961" w14:textId="77777777"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6FE2BB9A" w14:textId="77777777" w:rsidTr="00923D7D">
        <w:tc>
          <w:tcPr>
            <w:tcW w:w="9670" w:type="dxa"/>
          </w:tcPr>
          <w:p w14:paraId="5C4613BC" w14:textId="77777777"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7007AA" w14:textId="77777777"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14:paraId="684401A6" w14:textId="77777777"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1D24" w14:textId="77777777"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14:paraId="239AA78C" w14:textId="77777777" w:rsidTr="003E1941">
        <w:tc>
          <w:tcPr>
            <w:tcW w:w="4962" w:type="dxa"/>
            <w:vAlign w:val="center"/>
          </w:tcPr>
          <w:p w14:paraId="636AADC4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9212E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14:paraId="2B58675E" w14:textId="77777777" w:rsidTr="00923D7D">
        <w:tc>
          <w:tcPr>
            <w:tcW w:w="4962" w:type="dxa"/>
          </w:tcPr>
          <w:p w14:paraId="7F1A646C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7CE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7CE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8B76C6" w14:textId="77777777"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14:paraId="52872041" w14:textId="77777777" w:rsidTr="00923D7D">
        <w:tc>
          <w:tcPr>
            <w:tcW w:w="4962" w:type="dxa"/>
          </w:tcPr>
          <w:p w14:paraId="79824807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22E4E" w14:textId="77777777"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14:paraId="210E2E1A" w14:textId="77777777" w:rsidTr="00923D7D">
        <w:tc>
          <w:tcPr>
            <w:tcW w:w="4962" w:type="dxa"/>
          </w:tcPr>
          <w:p w14:paraId="24ED471D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CDF3C9" w14:textId="77777777"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80B6B3F" w14:textId="77777777"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E148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14:paraId="2B4EB2DB" w14:textId="77777777" w:rsidTr="00A83E4D">
        <w:trPr>
          <w:trHeight w:val="397"/>
        </w:trPr>
        <w:tc>
          <w:tcPr>
            <w:tcW w:w="3969" w:type="dxa"/>
          </w:tcPr>
          <w:p w14:paraId="02061AD8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F4092DB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14:paraId="45CECC22" w14:textId="77777777" w:rsidTr="00A83E4D">
        <w:trPr>
          <w:trHeight w:val="397"/>
        </w:trPr>
        <w:tc>
          <w:tcPr>
            <w:tcW w:w="3969" w:type="dxa"/>
          </w:tcPr>
          <w:p w14:paraId="05303721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25BFAFFA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14:paraId="297A04AD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22FE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14:paraId="3E705C24" w14:textId="77777777" w:rsidTr="00A83E4D">
        <w:trPr>
          <w:trHeight w:val="416"/>
        </w:trPr>
        <w:tc>
          <w:tcPr>
            <w:tcW w:w="9747" w:type="dxa"/>
          </w:tcPr>
          <w:p w14:paraId="59C4563B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C2D00CE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Khamisy</w:t>
            </w:r>
            <w:proofErr w:type="spellEnd"/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APS, Warszawa 2012.</w:t>
            </w:r>
          </w:p>
          <w:p w14:paraId="4584C3D7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1159E341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14:paraId="406FE76A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14:paraId="200DAD32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". Wyższa Szkoła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Sosnowiec 2011</w:t>
            </w:r>
          </w:p>
          <w:p w14:paraId="47BA08EB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14:paraId="46F4EA39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D47CE1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14:paraId="3CCA7828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14:paraId="68E597D6" w14:textId="77777777" w:rsidTr="00A83E4D">
        <w:trPr>
          <w:trHeight w:val="397"/>
        </w:trPr>
        <w:tc>
          <w:tcPr>
            <w:tcW w:w="9747" w:type="dxa"/>
          </w:tcPr>
          <w:p w14:paraId="778BA119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B03BFC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14:paraId="7DFA0EC8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14:paraId="7D15FF7F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4FF79A41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14:paraId="4AFEDFFB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387F6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9E3B1CB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8B93F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936F" w14:textId="77777777"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2BFD23C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0F128" w14:textId="77777777"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2D606F90" w14:textId="77777777"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A4AD98" w14:textId="77777777"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56960" w14:textId="77777777" w:rsidR="00154E29" w:rsidRDefault="00154E29" w:rsidP="00C16ABF">
      <w:pPr>
        <w:spacing w:after="0" w:line="240" w:lineRule="auto"/>
      </w:pPr>
      <w:r>
        <w:separator/>
      </w:r>
    </w:p>
  </w:endnote>
  <w:endnote w:type="continuationSeparator" w:id="0">
    <w:p w14:paraId="56C60846" w14:textId="77777777" w:rsidR="00154E29" w:rsidRDefault="00154E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186E" w14:textId="77777777" w:rsidR="00154E29" w:rsidRDefault="00154E29" w:rsidP="00C16ABF">
      <w:pPr>
        <w:spacing w:after="0" w:line="240" w:lineRule="auto"/>
      </w:pPr>
      <w:r>
        <w:separator/>
      </w:r>
    </w:p>
  </w:footnote>
  <w:footnote w:type="continuationSeparator" w:id="0">
    <w:p w14:paraId="167C9710" w14:textId="77777777" w:rsidR="00154E29" w:rsidRDefault="00154E29" w:rsidP="00C16ABF">
      <w:pPr>
        <w:spacing w:after="0" w:line="240" w:lineRule="auto"/>
      </w:pPr>
      <w:r>
        <w:continuationSeparator/>
      </w:r>
    </w:p>
  </w:footnote>
  <w:footnote w:id="1">
    <w:p w14:paraId="5B6289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6652086">
    <w:abstractNumId w:val="3"/>
  </w:num>
  <w:num w:numId="2" w16cid:durableId="512114320">
    <w:abstractNumId w:val="6"/>
  </w:num>
  <w:num w:numId="3" w16cid:durableId="1343161329">
    <w:abstractNumId w:val="7"/>
  </w:num>
  <w:num w:numId="4" w16cid:durableId="843126635">
    <w:abstractNumId w:val="8"/>
  </w:num>
  <w:num w:numId="5" w16cid:durableId="1144657716">
    <w:abstractNumId w:val="2"/>
  </w:num>
  <w:num w:numId="6" w16cid:durableId="1025256993">
    <w:abstractNumId w:val="11"/>
  </w:num>
  <w:num w:numId="7" w16cid:durableId="1790934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6762230">
    <w:abstractNumId w:val="9"/>
  </w:num>
  <w:num w:numId="9" w16cid:durableId="926040864">
    <w:abstractNumId w:val="4"/>
  </w:num>
  <w:num w:numId="10" w16cid:durableId="1962221838">
    <w:abstractNumId w:val="1"/>
  </w:num>
  <w:num w:numId="11" w16cid:durableId="145366561">
    <w:abstractNumId w:val="0"/>
  </w:num>
  <w:num w:numId="12" w16cid:durableId="2098987294">
    <w:abstractNumId w:val="13"/>
  </w:num>
  <w:num w:numId="13" w16cid:durableId="107622485">
    <w:abstractNumId w:val="5"/>
  </w:num>
  <w:num w:numId="14" w16cid:durableId="135345716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4E29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4A73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F62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EA6F-ACD9-4CDD-AFF8-91AA08AB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16</cp:revision>
  <cp:lastPrinted>2019-02-06T12:12:00Z</cp:lastPrinted>
  <dcterms:created xsi:type="dcterms:W3CDTF">2020-02-14T10:26:00Z</dcterms:created>
  <dcterms:modified xsi:type="dcterms:W3CDTF">2022-09-15T12:33:00Z</dcterms:modified>
</cp:coreProperties>
</file>